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5F4B5" w14:textId="77777777" w:rsidR="007B7A91" w:rsidRDefault="007B7A91" w:rsidP="00472F6F">
      <w:bookmarkStart w:id="0" w:name="_GoBack"/>
      <w:bookmarkEnd w:id="0"/>
    </w:p>
    <w:p w14:paraId="2ED9B75F" w14:textId="77777777" w:rsidR="00A94E46" w:rsidRPr="00A94E46" w:rsidRDefault="00A94E46" w:rsidP="00A94E46">
      <w:pPr>
        <w:tabs>
          <w:tab w:val="center" w:pos="4592"/>
          <w:tab w:val="left" w:pos="6330"/>
        </w:tabs>
        <w:jc w:val="both"/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</w:pPr>
      <w:r w:rsidRPr="00A94E46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 xml:space="preserve">RUP: </w:t>
      </w:r>
    </w:p>
    <w:p w14:paraId="715C7566" w14:textId="77777777" w:rsidR="007B7A91" w:rsidRPr="00A94E46" w:rsidRDefault="00A94E46" w:rsidP="00472F6F">
      <w:pPr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</w:pPr>
      <w:r w:rsidRPr="00A94E46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 xml:space="preserve">CUP: </w:t>
      </w:r>
    </w:p>
    <w:p w14:paraId="0310CB9C" w14:textId="77777777" w:rsidR="00A94E46" w:rsidRPr="00A94E46" w:rsidRDefault="00A94E46" w:rsidP="00A94E46">
      <w:pPr>
        <w:jc w:val="center"/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</w:pPr>
      <w:r w:rsidRPr="00A94E46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>TITOLO DEL PIANO FORMATIVO:</w:t>
      </w:r>
    </w:p>
    <w:p w14:paraId="365FD565" w14:textId="77777777" w:rsidR="00A94E46" w:rsidRPr="00A94E46" w:rsidRDefault="00A94E46" w:rsidP="00A94E46">
      <w:pPr>
        <w:rPr>
          <w:rFonts w:ascii="Calibri" w:hAnsi="Calibri" w:cs="Arial"/>
          <w:bCs/>
          <w:i/>
          <w:snapToGrid w:val="0"/>
          <w:color w:val="000000"/>
          <w:sz w:val="28"/>
          <w:szCs w:val="28"/>
        </w:rPr>
      </w:pPr>
      <w:r w:rsidRPr="00A94E46">
        <w:rPr>
          <w:rFonts w:ascii="Calibri" w:hAnsi="Calibri" w:cs="Arial"/>
          <w:bCs/>
          <w:i/>
          <w:snapToGrid w:val="0"/>
          <w:color w:val="000000"/>
          <w:sz w:val="28"/>
          <w:szCs w:val="28"/>
        </w:rPr>
        <w:t xml:space="preserve">                            </w:t>
      </w:r>
      <w:r w:rsidR="006D601B">
        <w:rPr>
          <w:rFonts w:ascii="Calibri" w:hAnsi="Calibri" w:cs="Arial"/>
          <w:bCs/>
          <w:i/>
          <w:snapToGrid w:val="0"/>
          <w:color w:val="000000"/>
          <w:sz w:val="28"/>
          <w:szCs w:val="28"/>
        </w:rPr>
        <w:t>_________________________________________</w:t>
      </w:r>
    </w:p>
    <w:p w14:paraId="158A669A" w14:textId="77777777" w:rsidR="00A94E46" w:rsidRDefault="00A94E46" w:rsidP="00A94E46">
      <w:pPr>
        <w:jc w:val="center"/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</w:pPr>
    </w:p>
    <w:p w14:paraId="798EE36E" w14:textId="77777777" w:rsidR="00A94E46" w:rsidRPr="00F976F1" w:rsidRDefault="00A94E46" w:rsidP="00A94E46">
      <w:pPr>
        <w:jc w:val="center"/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</w:pPr>
      <w:r w:rsidRPr="00F976F1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>TITOLO PROGETTO “</w:t>
      </w:r>
      <w:r w:rsidR="006D601B" w:rsidRPr="00F976F1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>__________________</w:t>
      </w:r>
      <w:r w:rsidRPr="00F976F1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 xml:space="preserve">” </w:t>
      </w:r>
    </w:p>
    <w:p w14:paraId="79B7E9B8" w14:textId="77777777" w:rsidR="00A94E46" w:rsidRPr="00A94E46" w:rsidRDefault="00A94E46" w:rsidP="00A94E46">
      <w:pPr>
        <w:jc w:val="center"/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</w:pPr>
      <w:r w:rsidRPr="00F976F1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>TITOLO MODULO “</w:t>
      </w:r>
      <w:r w:rsidR="006D601B" w:rsidRPr="00F976F1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>_________________</w:t>
      </w:r>
      <w:r w:rsidRPr="00F976F1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>”</w:t>
      </w:r>
      <w:r w:rsidRPr="00A94E46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 xml:space="preserve"> </w:t>
      </w:r>
    </w:p>
    <w:p w14:paraId="1F8E344D" w14:textId="77777777" w:rsidR="00A94E46" w:rsidRPr="00A94E46" w:rsidRDefault="00A94E46" w:rsidP="00A94E46">
      <w:pPr>
        <w:jc w:val="center"/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</w:pPr>
      <w:r w:rsidRPr="00A94E46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 xml:space="preserve">EDIZIONE </w:t>
      </w:r>
      <w:r w:rsidR="006D601B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>N°___</w:t>
      </w:r>
      <w:r w:rsidRPr="00A94E46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 xml:space="preserve"> – ORE </w:t>
      </w:r>
      <w:r w:rsidR="006D601B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>EDIZIONE</w:t>
      </w:r>
      <w:r w:rsidRPr="00A94E46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 xml:space="preserve">: </w:t>
      </w:r>
      <w:r w:rsidR="006D601B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>___</w:t>
      </w:r>
    </w:p>
    <w:p w14:paraId="2D793C93" w14:textId="77777777" w:rsidR="00A94E46" w:rsidRDefault="00A94E46" w:rsidP="00A94E46">
      <w:pPr>
        <w:rPr>
          <w:rFonts w:ascii="Calibri" w:hAnsi="Calibri" w:cs="Calibri"/>
          <w:i/>
          <w:snapToGrid w:val="0"/>
          <w:color w:val="000000"/>
        </w:rPr>
      </w:pPr>
    </w:p>
    <w:p w14:paraId="1F159BA3" w14:textId="77777777" w:rsidR="00A94E46" w:rsidRPr="008D5B31" w:rsidRDefault="00A94E46" w:rsidP="00A94E46">
      <w:pPr>
        <w:rPr>
          <w:rFonts w:ascii="Verdana" w:hAnsi="Verdana" w:cs="Arial"/>
          <w:i/>
          <w:snapToGrid w:val="0"/>
          <w:color w:val="000000"/>
        </w:rPr>
      </w:pPr>
      <w:r w:rsidRPr="000D14E4">
        <w:rPr>
          <w:rFonts w:ascii="Calibri" w:hAnsi="Calibri" w:cs="Calibri"/>
          <w:i/>
          <w:snapToGrid w:val="0"/>
          <w:color w:val="000000"/>
        </w:rPr>
        <w:t>Soggetto Presentatore:</w:t>
      </w:r>
      <w:r>
        <w:rPr>
          <w:rFonts w:ascii="Calibri" w:hAnsi="Calibri" w:cs="Calibri"/>
          <w:i/>
          <w:snapToGrid w:val="0"/>
          <w:color w:val="000000"/>
        </w:rPr>
        <w:t xml:space="preserve"> </w:t>
      </w:r>
      <w:r w:rsidR="006D601B">
        <w:rPr>
          <w:rFonts w:ascii="Calibri" w:hAnsi="Calibri" w:cs="Arial"/>
          <w:i/>
          <w:snapToGrid w:val="0"/>
          <w:color w:val="000000"/>
        </w:rPr>
        <w:t>________________</w:t>
      </w:r>
      <w:r w:rsidR="006D601B" w:rsidRPr="006D601B">
        <w:rPr>
          <w:rFonts w:cs="Arial"/>
          <w:sz w:val="20"/>
        </w:rPr>
        <w:t xml:space="preserve"> </w:t>
      </w:r>
      <w:r w:rsidR="006D601B">
        <w:rPr>
          <w:rFonts w:cs="Arial"/>
          <w:sz w:val="20"/>
        </w:rPr>
        <w:t xml:space="preserve">                 </w:t>
      </w:r>
    </w:p>
    <w:p w14:paraId="1B007397" w14:textId="77777777" w:rsidR="00A94E46" w:rsidRPr="000D14E4" w:rsidRDefault="00A94E46" w:rsidP="00A94E46">
      <w:pPr>
        <w:rPr>
          <w:rFonts w:ascii="Calibri" w:hAnsi="Calibri" w:cs="Calibri"/>
          <w:i/>
          <w:snapToGrid w:val="0"/>
          <w:color w:val="000000"/>
        </w:rPr>
      </w:pPr>
      <w:r w:rsidRPr="000D14E4">
        <w:rPr>
          <w:rFonts w:ascii="Calibri" w:hAnsi="Calibri" w:cs="Calibri"/>
          <w:i/>
          <w:snapToGrid w:val="0"/>
          <w:color w:val="000000"/>
        </w:rPr>
        <w:t>Soggetto Attuatore:</w:t>
      </w:r>
      <w:r>
        <w:rPr>
          <w:rFonts w:ascii="Calibri" w:hAnsi="Calibri" w:cs="Calibri"/>
          <w:i/>
          <w:snapToGrid w:val="0"/>
          <w:color w:val="000000"/>
        </w:rPr>
        <w:t xml:space="preserve"> </w:t>
      </w:r>
      <w:r w:rsidR="006D601B">
        <w:rPr>
          <w:rFonts w:ascii="Calibri" w:hAnsi="Calibri" w:cs="Arial"/>
          <w:i/>
          <w:snapToGrid w:val="0"/>
          <w:color w:val="000000"/>
        </w:rPr>
        <w:t>________________</w:t>
      </w:r>
    </w:p>
    <w:p w14:paraId="7B5F243F" w14:textId="77777777" w:rsidR="00A94E46" w:rsidRDefault="00A94E46" w:rsidP="00A94E46"/>
    <w:p w14:paraId="0BFE6E2A" w14:textId="77777777" w:rsidR="007B7A91" w:rsidRDefault="00A94E46" w:rsidP="007B7A91">
      <w:pPr>
        <w:rPr>
          <w:rFonts w:cs="Arial"/>
          <w:sz w:val="20"/>
        </w:rPr>
      </w:pPr>
      <w:r>
        <w:rPr>
          <w:rFonts w:cs="Arial"/>
          <w:sz w:val="20"/>
        </w:rPr>
        <w:t>Nome Cognome D</w:t>
      </w:r>
      <w:r w:rsidR="00E372E7">
        <w:rPr>
          <w:rFonts w:cs="Arial"/>
          <w:sz w:val="20"/>
        </w:rPr>
        <w:t>ocente</w:t>
      </w:r>
      <w:r w:rsidR="007B7A91" w:rsidRPr="007B7A91">
        <w:rPr>
          <w:rFonts w:cs="Arial"/>
          <w:sz w:val="20"/>
        </w:rPr>
        <w:t xml:space="preserve">: </w:t>
      </w:r>
      <w:r w:rsidR="006D601B">
        <w:rPr>
          <w:rFonts w:cs="Arial"/>
          <w:sz w:val="20"/>
        </w:rPr>
        <w:t>______________</w:t>
      </w:r>
      <w:r w:rsidR="008B580B">
        <w:rPr>
          <w:rFonts w:cs="Arial"/>
          <w:sz w:val="20"/>
        </w:rPr>
        <w:t xml:space="preserve">                                     Cod. Fiscale: </w:t>
      </w:r>
      <w:r w:rsidR="006D601B">
        <w:rPr>
          <w:rFonts w:cs="Arial"/>
          <w:sz w:val="20"/>
        </w:rPr>
        <w:t>_________________</w:t>
      </w:r>
    </w:p>
    <w:p w14:paraId="3AD4FCAD" w14:textId="77777777" w:rsidR="005A08D7" w:rsidRDefault="005A08D7" w:rsidP="007B7A91">
      <w:pPr>
        <w:rPr>
          <w:rFonts w:cs="Arial"/>
          <w:sz w:val="20"/>
        </w:rPr>
      </w:pPr>
    </w:p>
    <w:p w14:paraId="17EE5443" w14:textId="77777777" w:rsidR="005A08D7" w:rsidRPr="007B7A91" w:rsidRDefault="005A08D7" w:rsidP="007B7A91">
      <w:pPr>
        <w:rPr>
          <w:rFonts w:cs="Arial"/>
          <w:sz w:val="20"/>
        </w:rPr>
      </w:pPr>
      <w:r>
        <w:rPr>
          <w:rFonts w:cs="Arial"/>
          <w:sz w:val="20"/>
        </w:rPr>
        <w:t>Formazione erogata in altra modalità digitale, specificare: _________________________</w:t>
      </w:r>
    </w:p>
    <w:p w14:paraId="2D2358E5" w14:textId="77777777" w:rsidR="007B7A91" w:rsidRPr="007B7A91" w:rsidRDefault="007B7A91" w:rsidP="007B7A91">
      <w:pPr>
        <w:rPr>
          <w:rFonts w:cs="Arial"/>
          <w:sz w:val="20"/>
        </w:rPr>
      </w:pPr>
    </w:p>
    <w:p w14:paraId="401618C4" w14:textId="77777777" w:rsidR="007B7A91" w:rsidRDefault="007B7A91" w:rsidP="007B7A91">
      <w:pPr>
        <w:spacing w:line="120" w:lineRule="auto"/>
        <w:rPr>
          <w:rFonts w:cs="Arial"/>
          <w:b/>
          <w:sz w:val="20"/>
        </w:rPr>
      </w:pPr>
    </w:p>
    <w:p w14:paraId="2AC0ED4C" w14:textId="77777777" w:rsidR="00A94E46" w:rsidRPr="007B7A91" w:rsidRDefault="00A94E46" w:rsidP="007B7A91">
      <w:pPr>
        <w:spacing w:line="120" w:lineRule="auto"/>
        <w:rPr>
          <w:rFonts w:cs="Arial"/>
          <w:b/>
          <w:sz w:val="20"/>
        </w:rPr>
      </w:pP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755"/>
        <w:gridCol w:w="1418"/>
        <w:gridCol w:w="1276"/>
        <w:gridCol w:w="2835"/>
        <w:gridCol w:w="2409"/>
      </w:tblGrid>
      <w:tr w:rsidR="00A94E46" w:rsidRPr="007B7A91" w14:paraId="112FDA79" w14:textId="77777777" w:rsidTr="008B580B">
        <w:tblPrEx>
          <w:tblCellMar>
            <w:top w:w="0" w:type="dxa"/>
            <w:bottom w:w="0" w:type="dxa"/>
          </w:tblCellMar>
        </w:tblPrEx>
        <w:tc>
          <w:tcPr>
            <w:tcW w:w="1755" w:type="dxa"/>
          </w:tcPr>
          <w:p w14:paraId="465C4B22" w14:textId="77777777" w:rsidR="00A94E46" w:rsidRPr="007B7A91" w:rsidRDefault="00A94E46" w:rsidP="007B7A91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7B7A91">
              <w:rPr>
                <w:rFonts w:cs="Arial"/>
                <w:b/>
                <w:bCs/>
                <w:sz w:val="18"/>
              </w:rPr>
              <w:t>Data</w:t>
            </w:r>
          </w:p>
        </w:tc>
        <w:tc>
          <w:tcPr>
            <w:tcW w:w="1418" w:type="dxa"/>
          </w:tcPr>
          <w:p w14:paraId="5DBB3EFA" w14:textId="77777777" w:rsidR="00A94E46" w:rsidRPr="007B7A91" w:rsidRDefault="006D601B" w:rsidP="007B7A91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7B7A91">
              <w:rPr>
                <w:rFonts w:cs="Arial"/>
                <w:b/>
                <w:bCs/>
                <w:sz w:val="18"/>
              </w:rPr>
              <w:t>D</w:t>
            </w:r>
            <w:r w:rsidR="00A94E46" w:rsidRPr="007B7A91">
              <w:rPr>
                <w:rFonts w:cs="Arial"/>
                <w:b/>
                <w:bCs/>
                <w:sz w:val="18"/>
              </w:rPr>
              <w:t>alle</w:t>
            </w:r>
            <w:r>
              <w:rPr>
                <w:rFonts w:cs="Arial"/>
                <w:b/>
                <w:bCs/>
                <w:sz w:val="18"/>
              </w:rPr>
              <w:t xml:space="preserve"> ore</w:t>
            </w:r>
          </w:p>
        </w:tc>
        <w:tc>
          <w:tcPr>
            <w:tcW w:w="1276" w:type="dxa"/>
          </w:tcPr>
          <w:p w14:paraId="736BDEAD" w14:textId="77777777" w:rsidR="00A94E46" w:rsidRPr="007B7A91" w:rsidRDefault="006D601B" w:rsidP="007B7A91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7B7A91">
              <w:rPr>
                <w:rFonts w:cs="Arial"/>
                <w:b/>
                <w:bCs/>
                <w:sz w:val="18"/>
              </w:rPr>
              <w:t>A</w:t>
            </w:r>
            <w:r w:rsidR="00A94E46" w:rsidRPr="007B7A91">
              <w:rPr>
                <w:rFonts w:cs="Arial"/>
                <w:b/>
                <w:bCs/>
                <w:sz w:val="18"/>
              </w:rPr>
              <w:t>lle</w:t>
            </w:r>
            <w:r>
              <w:rPr>
                <w:rFonts w:cs="Arial"/>
                <w:b/>
                <w:bCs/>
                <w:sz w:val="18"/>
              </w:rPr>
              <w:t xml:space="preserve"> ore</w:t>
            </w:r>
          </w:p>
        </w:tc>
        <w:tc>
          <w:tcPr>
            <w:tcW w:w="2835" w:type="dxa"/>
          </w:tcPr>
          <w:p w14:paraId="0C4A753B" w14:textId="77777777" w:rsidR="00A94E46" w:rsidRPr="007B7A91" w:rsidRDefault="00A94E46" w:rsidP="007B7A91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7B7A91">
              <w:rPr>
                <w:rFonts w:cs="Arial"/>
                <w:b/>
                <w:bCs/>
                <w:sz w:val="18"/>
              </w:rPr>
              <w:t xml:space="preserve">Firma </w:t>
            </w:r>
            <w:r w:rsidR="00E372E7">
              <w:rPr>
                <w:rFonts w:cs="Arial"/>
                <w:b/>
                <w:bCs/>
                <w:sz w:val="18"/>
              </w:rPr>
              <w:t>Docente inizio</w:t>
            </w:r>
          </w:p>
        </w:tc>
        <w:tc>
          <w:tcPr>
            <w:tcW w:w="2409" w:type="dxa"/>
          </w:tcPr>
          <w:p w14:paraId="1F801EF2" w14:textId="77777777" w:rsidR="00A94E46" w:rsidRPr="007B7A91" w:rsidRDefault="00A94E46" w:rsidP="007B7A91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7B7A91">
              <w:rPr>
                <w:rFonts w:cs="Arial"/>
                <w:b/>
                <w:bCs/>
                <w:sz w:val="18"/>
              </w:rPr>
              <w:t xml:space="preserve">Firma </w:t>
            </w:r>
            <w:r>
              <w:rPr>
                <w:rFonts w:cs="Arial"/>
                <w:b/>
                <w:bCs/>
                <w:sz w:val="18"/>
              </w:rPr>
              <w:t>D</w:t>
            </w:r>
            <w:r w:rsidR="00E372E7">
              <w:rPr>
                <w:rFonts w:cs="Arial"/>
                <w:b/>
                <w:bCs/>
                <w:sz w:val="18"/>
              </w:rPr>
              <w:t xml:space="preserve">ocente </w:t>
            </w:r>
            <w:r>
              <w:rPr>
                <w:rFonts w:cs="Arial"/>
                <w:b/>
                <w:bCs/>
                <w:sz w:val="18"/>
              </w:rPr>
              <w:t>Fine</w:t>
            </w:r>
          </w:p>
        </w:tc>
      </w:tr>
      <w:tr w:rsidR="008B580B" w:rsidRPr="007B7A91" w14:paraId="18506B2E" w14:textId="77777777" w:rsidTr="00BB69D6">
        <w:tblPrEx>
          <w:tblCellMar>
            <w:top w:w="0" w:type="dxa"/>
            <w:bottom w:w="0" w:type="dxa"/>
          </w:tblCellMar>
        </w:tblPrEx>
        <w:trPr>
          <w:trHeight w:hRule="exact" w:val="705"/>
        </w:trPr>
        <w:tc>
          <w:tcPr>
            <w:tcW w:w="1755" w:type="dxa"/>
          </w:tcPr>
          <w:p w14:paraId="73DCFC0A" w14:textId="77777777" w:rsidR="008B580B" w:rsidRDefault="008B580B" w:rsidP="007B7A91">
            <w:pPr>
              <w:rPr>
                <w:rFonts w:cs="Arial"/>
              </w:rPr>
            </w:pPr>
          </w:p>
          <w:p w14:paraId="7FBE12A6" w14:textId="77777777" w:rsidR="00BB69D6" w:rsidRDefault="00BB69D6" w:rsidP="007B7A91">
            <w:pPr>
              <w:rPr>
                <w:rFonts w:cs="Arial"/>
              </w:rPr>
            </w:pPr>
          </w:p>
          <w:p w14:paraId="39DE76CC" w14:textId="77777777" w:rsidR="00BB69D6" w:rsidRPr="007B7A91" w:rsidRDefault="00BB69D6" w:rsidP="007B7A91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268039C4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2034DCE3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835" w:type="dxa"/>
          </w:tcPr>
          <w:p w14:paraId="270AAB49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409" w:type="dxa"/>
          </w:tcPr>
          <w:p w14:paraId="5F59D98C" w14:textId="77777777" w:rsidR="008B580B" w:rsidRDefault="008B580B" w:rsidP="007B7A91">
            <w:pPr>
              <w:rPr>
                <w:rFonts w:cs="Arial"/>
              </w:rPr>
            </w:pPr>
          </w:p>
          <w:p w14:paraId="14FBBB62" w14:textId="77777777" w:rsidR="00BB69D6" w:rsidRPr="007B7A91" w:rsidRDefault="00BB69D6" w:rsidP="007B7A91">
            <w:pPr>
              <w:rPr>
                <w:rFonts w:cs="Arial"/>
              </w:rPr>
            </w:pPr>
          </w:p>
        </w:tc>
      </w:tr>
      <w:tr w:rsidR="008B580B" w:rsidRPr="007B7A91" w14:paraId="72EC7FAE" w14:textId="77777777" w:rsidTr="00BB69D6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1755" w:type="dxa"/>
          </w:tcPr>
          <w:p w14:paraId="602C8F9D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288E53F3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773769EA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835" w:type="dxa"/>
          </w:tcPr>
          <w:p w14:paraId="23E731A4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409" w:type="dxa"/>
          </w:tcPr>
          <w:p w14:paraId="77682F53" w14:textId="77777777" w:rsidR="008B580B" w:rsidRPr="007B7A91" w:rsidRDefault="008B580B" w:rsidP="007B7A91">
            <w:pPr>
              <w:rPr>
                <w:rFonts w:cs="Arial"/>
              </w:rPr>
            </w:pPr>
          </w:p>
        </w:tc>
      </w:tr>
      <w:tr w:rsidR="008B580B" w:rsidRPr="007B7A91" w14:paraId="5DADB206" w14:textId="77777777" w:rsidTr="00BB69D6">
        <w:tblPrEx>
          <w:tblCellMar>
            <w:top w:w="0" w:type="dxa"/>
            <w:bottom w:w="0" w:type="dxa"/>
          </w:tblCellMar>
        </w:tblPrEx>
        <w:trPr>
          <w:trHeight w:hRule="exact" w:val="697"/>
        </w:trPr>
        <w:tc>
          <w:tcPr>
            <w:tcW w:w="1755" w:type="dxa"/>
          </w:tcPr>
          <w:p w14:paraId="75EB3237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5AF2597F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E603E2C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835" w:type="dxa"/>
          </w:tcPr>
          <w:p w14:paraId="6D3DDA13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409" w:type="dxa"/>
          </w:tcPr>
          <w:p w14:paraId="78E3FEAA" w14:textId="77777777" w:rsidR="008B580B" w:rsidRPr="007B7A91" w:rsidRDefault="008B580B" w:rsidP="007B7A91">
            <w:pPr>
              <w:rPr>
                <w:rFonts w:cs="Arial"/>
              </w:rPr>
            </w:pPr>
          </w:p>
        </w:tc>
      </w:tr>
      <w:tr w:rsidR="008B580B" w:rsidRPr="007B7A91" w14:paraId="1BE34D73" w14:textId="77777777" w:rsidTr="00BB69D6">
        <w:tblPrEx>
          <w:tblCellMar>
            <w:top w:w="0" w:type="dxa"/>
            <w:bottom w:w="0" w:type="dxa"/>
          </w:tblCellMar>
        </w:tblPrEx>
        <w:trPr>
          <w:trHeight w:hRule="exact" w:val="706"/>
        </w:trPr>
        <w:tc>
          <w:tcPr>
            <w:tcW w:w="1755" w:type="dxa"/>
          </w:tcPr>
          <w:p w14:paraId="6B936A2B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115CD33C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31204F95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835" w:type="dxa"/>
          </w:tcPr>
          <w:p w14:paraId="3F99D61B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409" w:type="dxa"/>
          </w:tcPr>
          <w:p w14:paraId="0BB78E85" w14:textId="77777777" w:rsidR="008B580B" w:rsidRPr="007B7A91" w:rsidRDefault="008B580B" w:rsidP="007B7A91">
            <w:pPr>
              <w:rPr>
                <w:rFonts w:cs="Arial"/>
              </w:rPr>
            </w:pPr>
          </w:p>
        </w:tc>
      </w:tr>
      <w:tr w:rsidR="008B580B" w:rsidRPr="007B7A91" w14:paraId="3BD4F81D" w14:textId="77777777" w:rsidTr="00BB69D6">
        <w:tblPrEx>
          <w:tblCellMar>
            <w:top w:w="0" w:type="dxa"/>
            <w:bottom w:w="0" w:type="dxa"/>
          </w:tblCellMar>
        </w:tblPrEx>
        <w:trPr>
          <w:trHeight w:hRule="exact" w:val="703"/>
        </w:trPr>
        <w:tc>
          <w:tcPr>
            <w:tcW w:w="1755" w:type="dxa"/>
          </w:tcPr>
          <w:p w14:paraId="7A1EF30A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105EC4AA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EAB7551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835" w:type="dxa"/>
          </w:tcPr>
          <w:p w14:paraId="32C069CF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409" w:type="dxa"/>
          </w:tcPr>
          <w:p w14:paraId="1AA80BAF" w14:textId="77777777" w:rsidR="008B580B" w:rsidRPr="007B7A91" w:rsidRDefault="008B580B" w:rsidP="007B7A91">
            <w:pPr>
              <w:rPr>
                <w:rFonts w:cs="Arial"/>
              </w:rPr>
            </w:pPr>
          </w:p>
        </w:tc>
      </w:tr>
      <w:tr w:rsidR="008B580B" w:rsidRPr="007B7A91" w14:paraId="70CF1EC9" w14:textId="77777777" w:rsidTr="00BB69D6">
        <w:tblPrEx>
          <w:tblCellMar>
            <w:top w:w="0" w:type="dxa"/>
            <w:bottom w:w="0" w:type="dxa"/>
          </w:tblCellMar>
        </w:tblPrEx>
        <w:trPr>
          <w:trHeight w:hRule="exact" w:val="713"/>
        </w:trPr>
        <w:tc>
          <w:tcPr>
            <w:tcW w:w="1755" w:type="dxa"/>
          </w:tcPr>
          <w:p w14:paraId="743F4B92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3B43147A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7570A7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835" w:type="dxa"/>
          </w:tcPr>
          <w:p w14:paraId="0F6F7277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409" w:type="dxa"/>
          </w:tcPr>
          <w:p w14:paraId="4186F0C2" w14:textId="77777777" w:rsidR="008B580B" w:rsidRPr="007B7A91" w:rsidRDefault="008B580B" w:rsidP="007B7A91">
            <w:pPr>
              <w:rPr>
                <w:rFonts w:cs="Arial"/>
              </w:rPr>
            </w:pPr>
          </w:p>
        </w:tc>
      </w:tr>
      <w:tr w:rsidR="008B580B" w:rsidRPr="007B7A91" w14:paraId="1D7138A0" w14:textId="77777777" w:rsidTr="00BB69D6">
        <w:tblPrEx>
          <w:tblCellMar>
            <w:top w:w="0" w:type="dxa"/>
            <w:bottom w:w="0" w:type="dxa"/>
          </w:tblCellMar>
        </w:tblPrEx>
        <w:trPr>
          <w:trHeight w:hRule="exact" w:val="722"/>
        </w:trPr>
        <w:tc>
          <w:tcPr>
            <w:tcW w:w="1755" w:type="dxa"/>
          </w:tcPr>
          <w:p w14:paraId="54DCFCD4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3CDC3BF0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67F447BE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835" w:type="dxa"/>
          </w:tcPr>
          <w:p w14:paraId="217130E5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409" w:type="dxa"/>
          </w:tcPr>
          <w:p w14:paraId="0E6D981D" w14:textId="77777777" w:rsidR="008B580B" w:rsidRPr="007B7A91" w:rsidRDefault="008B580B" w:rsidP="007B7A91">
            <w:pPr>
              <w:rPr>
                <w:rFonts w:cs="Arial"/>
              </w:rPr>
            </w:pPr>
          </w:p>
        </w:tc>
      </w:tr>
      <w:tr w:rsidR="008B580B" w:rsidRPr="007B7A91" w14:paraId="38620510" w14:textId="77777777" w:rsidTr="00BB69D6">
        <w:tblPrEx>
          <w:tblCellMar>
            <w:top w:w="0" w:type="dxa"/>
            <w:bottom w:w="0" w:type="dxa"/>
          </w:tblCellMar>
        </w:tblPrEx>
        <w:trPr>
          <w:trHeight w:hRule="exact" w:val="704"/>
        </w:trPr>
        <w:tc>
          <w:tcPr>
            <w:tcW w:w="1755" w:type="dxa"/>
          </w:tcPr>
          <w:p w14:paraId="1B960C6C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66674AD9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23AF48D7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835" w:type="dxa"/>
          </w:tcPr>
          <w:p w14:paraId="168A2A10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409" w:type="dxa"/>
          </w:tcPr>
          <w:p w14:paraId="4D7C6601" w14:textId="77777777" w:rsidR="008B580B" w:rsidRPr="007B7A91" w:rsidRDefault="008B580B" w:rsidP="007B7A91">
            <w:pPr>
              <w:rPr>
                <w:rFonts w:cs="Arial"/>
              </w:rPr>
            </w:pPr>
          </w:p>
        </w:tc>
      </w:tr>
      <w:tr w:rsidR="008B580B" w:rsidRPr="007B7A91" w14:paraId="0211187C" w14:textId="77777777" w:rsidTr="00BB69D6">
        <w:tblPrEx>
          <w:tblCellMar>
            <w:top w:w="0" w:type="dxa"/>
            <w:bottom w:w="0" w:type="dxa"/>
          </w:tblCellMar>
        </w:tblPrEx>
        <w:trPr>
          <w:trHeight w:hRule="exact" w:val="857"/>
        </w:trPr>
        <w:tc>
          <w:tcPr>
            <w:tcW w:w="1755" w:type="dxa"/>
          </w:tcPr>
          <w:p w14:paraId="23690258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0E8BA10B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ADE9E1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835" w:type="dxa"/>
          </w:tcPr>
          <w:p w14:paraId="33F23022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409" w:type="dxa"/>
          </w:tcPr>
          <w:p w14:paraId="6D2D688F" w14:textId="77777777" w:rsidR="008B580B" w:rsidRPr="007B7A91" w:rsidRDefault="008B580B" w:rsidP="007B7A91">
            <w:pPr>
              <w:rPr>
                <w:rFonts w:cs="Arial"/>
              </w:rPr>
            </w:pPr>
          </w:p>
        </w:tc>
      </w:tr>
      <w:tr w:rsidR="008B580B" w:rsidRPr="007B7A91" w14:paraId="6A95360B" w14:textId="77777777" w:rsidTr="00BB69D6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1755" w:type="dxa"/>
          </w:tcPr>
          <w:p w14:paraId="64E4FB20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3F82EFAA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3132F6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835" w:type="dxa"/>
          </w:tcPr>
          <w:p w14:paraId="037CD7EB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409" w:type="dxa"/>
          </w:tcPr>
          <w:p w14:paraId="67740FF6" w14:textId="77777777" w:rsidR="008B580B" w:rsidRPr="007B7A91" w:rsidRDefault="008B580B" w:rsidP="007B7A91">
            <w:pPr>
              <w:rPr>
                <w:rFonts w:cs="Arial"/>
              </w:rPr>
            </w:pPr>
          </w:p>
        </w:tc>
      </w:tr>
    </w:tbl>
    <w:p w14:paraId="7947307D" w14:textId="77777777" w:rsidR="00BB69D6" w:rsidRDefault="00BB69D6" w:rsidP="008B580B">
      <w:pPr>
        <w:rPr>
          <w:rFonts w:cs="Arial"/>
          <w:sz w:val="20"/>
        </w:rPr>
      </w:pPr>
    </w:p>
    <w:p w14:paraId="3B1C2C36" w14:textId="77777777" w:rsidR="00BB69D6" w:rsidRDefault="00BB69D6" w:rsidP="008B580B">
      <w:pPr>
        <w:rPr>
          <w:rFonts w:cs="Arial"/>
          <w:sz w:val="20"/>
        </w:rPr>
      </w:pPr>
      <w:r>
        <w:rPr>
          <w:rFonts w:cs="Arial"/>
          <w:sz w:val="20"/>
        </w:rPr>
        <w:lastRenderedPageBreak/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 w14:paraId="42D8F6BF" w14:textId="77777777" w:rsidR="006D601B" w:rsidRDefault="006D601B" w:rsidP="006D601B">
      <w:pPr>
        <w:jc w:val="center"/>
        <w:rPr>
          <w:rFonts w:cs="Arial"/>
          <w:sz w:val="20"/>
        </w:rPr>
      </w:pPr>
    </w:p>
    <w:p w14:paraId="187EE324" w14:textId="77777777" w:rsidR="00411627" w:rsidRDefault="00411627" w:rsidP="006D60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COMPILAZIONE DEL FOGLIO PRESENZE</w:t>
      </w:r>
    </w:p>
    <w:p w14:paraId="56DCA92E" w14:textId="77777777" w:rsidR="00411627" w:rsidRDefault="00411627" w:rsidP="00411627">
      <w:pPr>
        <w:spacing w:line="300" w:lineRule="exact"/>
        <w:jc w:val="center"/>
        <w:rPr>
          <w:b/>
          <w:bCs/>
          <w:sz w:val="28"/>
          <w:szCs w:val="28"/>
        </w:rPr>
      </w:pPr>
    </w:p>
    <w:p w14:paraId="6A532007" w14:textId="77777777" w:rsidR="00411627" w:rsidRDefault="00411627" w:rsidP="00411627">
      <w:pPr>
        <w:spacing w:line="300" w:lineRule="exact"/>
        <w:jc w:val="both"/>
        <w:rPr>
          <w:sz w:val="28"/>
          <w:szCs w:val="28"/>
        </w:rPr>
      </w:pPr>
    </w:p>
    <w:p w14:paraId="12008FFA" w14:textId="77777777" w:rsidR="00411627" w:rsidRDefault="00411627" w:rsidP="006D601B">
      <w:pPr>
        <w:numPr>
          <w:ilvl w:val="0"/>
          <w:numId w:val="8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 foglio presenze, che attesta il regolare svolgimento delle attività </w:t>
      </w:r>
      <w:r w:rsidR="005A08D7">
        <w:rPr>
          <w:sz w:val="28"/>
          <w:szCs w:val="28"/>
        </w:rPr>
        <w:t>in altra modalità digitale/aula virtuale</w:t>
      </w:r>
      <w:r>
        <w:rPr>
          <w:sz w:val="28"/>
          <w:szCs w:val="28"/>
        </w:rPr>
        <w:t xml:space="preserve"> ha valenza di atto pubblico.</w:t>
      </w:r>
    </w:p>
    <w:p w14:paraId="3AA01EB8" w14:textId="77777777" w:rsidR="00411627" w:rsidRDefault="00411627" w:rsidP="006D601B">
      <w:pPr>
        <w:spacing w:line="300" w:lineRule="exact"/>
        <w:jc w:val="both"/>
        <w:rPr>
          <w:sz w:val="28"/>
          <w:szCs w:val="28"/>
        </w:rPr>
      </w:pPr>
    </w:p>
    <w:p w14:paraId="2BC75BD3" w14:textId="77777777" w:rsidR="00411627" w:rsidRDefault="00411627" w:rsidP="006D601B">
      <w:pPr>
        <w:numPr>
          <w:ilvl w:val="0"/>
          <w:numId w:val="8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Sul foglio presenze sono da evitare omissioni e alterazioni che potrebbero costituire illeciti penali. Sono altresì da evitare abrasioni e/o cancellature (es. uso bianchetto).</w:t>
      </w:r>
    </w:p>
    <w:p w14:paraId="1A1A8579" w14:textId="77777777" w:rsidR="00411627" w:rsidRDefault="00411627" w:rsidP="006D601B">
      <w:pPr>
        <w:spacing w:line="300" w:lineRule="exact"/>
        <w:jc w:val="both"/>
        <w:rPr>
          <w:sz w:val="28"/>
          <w:szCs w:val="28"/>
        </w:rPr>
      </w:pPr>
    </w:p>
    <w:p w14:paraId="067F21F1" w14:textId="77777777" w:rsidR="00411627" w:rsidRDefault="00411627" w:rsidP="006D601B">
      <w:pPr>
        <w:numPr>
          <w:ilvl w:val="0"/>
          <w:numId w:val="8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Il foglio presenze deve essere compilato giorno per giorno in tutte le sue parti</w:t>
      </w:r>
      <w:r w:rsidR="00722BF1">
        <w:rPr>
          <w:sz w:val="28"/>
          <w:szCs w:val="28"/>
        </w:rPr>
        <w:t xml:space="preserve"> (Data – orario dalle/alle – firma inizio – firma fine)</w:t>
      </w:r>
      <w:r w:rsidR="006D601B">
        <w:rPr>
          <w:sz w:val="28"/>
          <w:szCs w:val="28"/>
        </w:rPr>
        <w:t>.</w:t>
      </w:r>
    </w:p>
    <w:p w14:paraId="5645C9C1" w14:textId="77777777" w:rsidR="00411627" w:rsidRDefault="00411627" w:rsidP="006D601B">
      <w:pPr>
        <w:spacing w:line="300" w:lineRule="exact"/>
        <w:jc w:val="both"/>
        <w:rPr>
          <w:sz w:val="28"/>
          <w:szCs w:val="28"/>
        </w:rPr>
      </w:pPr>
    </w:p>
    <w:p w14:paraId="4E59DB96" w14:textId="77777777" w:rsidR="00411627" w:rsidRDefault="00E372E7" w:rsidP="006D601B">
      <w:pPr>
        <w:numPr>
          <w:ilvl w:val="0"/>
          <w:numId w:val="8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Il docente</w:t>
      </w:r>
      <w:r w:rsidR="00411627" w:rsidRPr="00722BF1">
        <w:rPr>
          <w:sz w:val="28"/>
          <w:szCs w:val="28"/>
        </w:rPr>
        <w:t xml:space="preserve">, quindi, deve apporre la </w:t>
      </w:r>
      <w:r w:rsidR="00722BF1">
        <w:rPr>
          <w:sz w:val="28"/>
          <w:szCs w:val="28"/>
        </w:rPr>
        <w:t>propria</w:t>
      </w:r>
      <w:r w:rsidR="00411627" w:rsidRPr="00722BF1">
        <w:rPr>
          <w:sz w:val="28"/>
          <w:szCs w:val="28"/>
        </w:rPr>
        <w:t xml:space="preserve"> firma </w:t>
      </w:r>
      <w:r w:rsidR="00722BF1">
        <w:rPr>
          <w:sz w:val="28"/>
          <w:szCs w:val="28"/>
        </w:rPr>
        <w:t xml:space="preserve">ad inizio </w:t>
      </w:r>
      <w:r w:rsidR="005A08D7">
        <w:rPr>
          <w:sz w:val="28"/>
          <w:szCs w:val="28"/>
        </w:rPr>
        <w:t>attività in corrispondenza</w:t>
      </w:r>
      <w:r w:rsidR="00411627" w:rsidRPr="00722BF1">
        <w:rPr>
          <w:sz w:val="28"/>
          <w:szCs w:val="28"/>
        </w:rPr>
        <w:t xml:space="preserve"> </w:t>
      </w:r>
      <w:r w:rsidR="005A08D7">
        <w:rPr>
          <w:sz w:val="28"/>
          <w:szCs w:val="28"/>
        </w:rPr>
        <w:t>de</w:t>
      </w:r>
      <w:r w:rsidR="00411627" w:rsidRPr="00722BF1">
        <w:rPr>
          <w:sz w:val="28"/>
          <w:szCs w:val="28"/>
        </w:rPr>
        <w:t>ll’orario di inizio</w:t>
      </w:r>
      <w:r w:rsidR="005A08D7">
        <w:rPr>
          <w:sz w:val="28"/>
          <w:szCs w:val="28"/>
        </w:rPr>
        <w:t>.</w:t>
      </w:r>
      <w:r w:rsidR="00411627" w:rsidRPr="00722BF1">
        <w:rPr>
          <w:sz w:val="28"/>
          <w:szCs w:val="28"/>
        </w:rPr>
        <w:t xml:space="preserve"> Al termine </w:t>
      </w:r>
      <w:r w:rsidR="00722BF1">
        <w:rPr>
          <w:sz w:val="28"/>
          <w:szCs w:val="28"/>
        </w:rPr>
        <w:t>dell</w:t>
      </w:r>
      <w:r w:rsidR="005A08D7">
        <w:rPr>
          <w:sz w:val="28"/>
          <w:szCs w:val="28"/>
        </w:rPr>
        <w:t>’</w:t>
      </w:r>
      <w:r w:rsidR="00722BF1">
        <w:rPr>
          <w:sz w:val="28"/>
          <w:szCs w:val="28"/>
        </w:rPr>
        <w:t>a</w:t>
      </w:r>
      <w:r w:rsidR="005A08D7">
        <w:rPr>
          <w:sz w:val="28"/>
          <w:szCs w:val="28"/>
        </w:rPr>
        <w:t>ttività</w:t>
      </w:r>
      <w:r w:rsidR="00411627" w:rsidRPr="00722BF1">
        <w:rPr>
          <w:sz w:val="28"/>
          <w:szCs w:val="28"/>
        </w:rPr>
        <w:t xml:space="preserve"> </w:t>
      </w:r>
      <w:r>
        <w:rPr>
          <w:sz w:val="28"/>
          <w:szCs w:val="28"/>
        </w:rPr>
        <w:t>il docente</w:t>
      </w:r>
      <w:r w:rsidR="00411627" w:rsidRPr="00722BF1">
        <w:rPr>
          <w:sz w:val="28"/>
          <w:szCs w:val="28"/>
        </w:rPr>
        <w:t xml:space="preserve"> dev</w:t>
      </w:r>
      <w:r w:rsidR="00722BF1">
        <w:rPr>
          <w:sz w:val="28"/>
          <w:szCs w:val="28"/>
        </w:rPr>
        <w:t>e</w:t>
      </w:r>
      <w:r w:rsidR="00411627" w:rsidRPr="00722BF1">
        <w:rPr>
          <w:sz w:val="28"/>
          <w:szCs w:val="28"/>
        </w:rPr>
        <w:t xml:space="preserve"> apporre la </w:t>
      </w:r>
      <w:r w:rsidR="00722BF1">
        <w:rPr>
          <w:sz w:val="28"/>
          <w:szCs w:val="28"/>
        </w:rPr>
        <w:t>propria</w:t>
      </w:r>
      <w:r w:rsidR="00411627" w:rsidRPr="00722BF1">
        <w:rPr>
          <w:sz w:val="28"/>
          <w:szCs w:val="28"/>
        </w:rPr>
        <w:t xml:space="preserve"> firma </w:t>
      </w:r>
      <w:r w:rsidR="005A08D7">
        <w:rPr>
          <w:sz w:val="28"/>
          <w:szCs w:val="28"/>
        </w:rPr>
        <w:t xml:space="preserve">in </w:t>
      </w:r>
      <w:r w:rsidR="00411627" w:rsidRPr="00722BF1">
        <w:rPr>
          <w:sz w:val="28"/>
          <w:szCs w:val="28"/>
        </w:rPr>
        <w:t>corrisponde</w:t>
      </w:r>
      <w:r w:rsidR="005A08D7">
        <w:rPr>
          <w:sz w:val="28"/>
          <w:szCs w:val="28"/>
        </w:rPr>
        <w:t>nza</w:t>
      </w:r>
      <w:r w:rsidR="00411627" w:rsidRPr="00722BF1">
        <w:rPr>
          <w:sz w:val="28"/>
          <w:szCs w:val="28"/>
        </w:rPr>
        <w:t xml:space="preserve"> </w:t>
      </w:r>
      <w:r w:rsidR="005A08D7">
        <w:rPr>
          <w:sz w:val="28"/>
          <w:szCs w:val="28"/>
        </w:rPr>
        <w:t>de</w:t>
      </w:r>
      <w:r w:rsidR="00411627" w:rsidRPr="00722BF1">
        <w:rPr>
          <w:sz w:val="28"/>
          <w:szCs w:val="28"/>
        </w:rPr>
        <w:t xml:space="preserve">ll’orario di fine. </w:t>
      </w:r>
    </w:p>
    <w:p w14:paraId="6849E79A" w14:textId="77777777" w:rsidR="00411627" w:rsidRPr="00300C28" w:rsidRDefault="00411627" w:rsidP="006D601B">
      <w:pPr>
        <w:pStyle w:val="Corpodeltesto3"/>
        <w:spacing w:after="0" w:line="300" w:lineRule="exact"/>
        <w:jc w:val="both"/>
        <w:rPr>
          <w:sz w:val="28"/>
          <w:szCs w:val="28"/>
        </w:rPr>
      </w:pPr>
    </w:p>
    <w:p w14:paraId="7646DE2D" w14:textId="77777777" w:rsidR="00411627" w:rsidRDefault="00411627" w:rsidP="006D601B">
      <w:pPr>
        <w:numPr>
          <w:ilvl w:val="0"/>
          <w:numId w:val="8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 foglio presenze deve riportare la data di lezione ove indicato data (gg/mm/aa). </w:t>
      </w:r>
    </w:p>
    <w:p w14:paraId="17C65F62" w14:textId="77777777" w:rsidR="00411627" w:rsidRDefault="00411627" w:rsidP="006D601B">
      <w:pPr>
        <w:pStyle w:val="Paragrafoelenco"/>
        <w:rPr>
          <w:sz w:val="28"/>
          <w:szCs w:val="28"/>
        </w:rPr>
      </w:pPr>
    </w:p>
    <w:p w14:paraId="3045EFF8" w14:textId="77777777" w:rsidR="00411627" w:rsidRDefault="00411627" w:rsidP="006D601B">
      <w:pPr>
        <w:numPr>
          <w:ilvl w:val="0"/>
          <w:numId w:val="8"/>
        </w:numPr>
        <w:spacing w:line="300" w:lineRule="exact"/>
        <w:jc w:val="both"/>
        <w:rPr>
          <w:sz w:val="28"/>
          <w:szCs w:val="28"/>
        </w:rPr>
      </w:pPr>
      <w:r w:rsidRPr="00E372E7">
        <w:rPr>
          <w:sz w:val="28"/>
          <w:szCs w:val="28"/>
        </w:rPr>
        <w:t>Al termine di ogni giornata, o al massimo la mattina successiva alla lezione,</w:t>
      </w:r>
      <w:r w:rsidR="008B580B" w:rsidRPr="00E372E7">
        <w:rPr>
          <w:sz w:val="28"/>
          <w:szCs w:val="28"/>
        </w:rPr>
        <w:t xml:space="preserve"> </w:t>
      </w:r>
      <w:r w:rsidR="00E372E7" w:rsidRPr="00E372E7">
        <w:rPr>
          <w:sz w:val="28"/>
          <w:szCs w:val="28"/>
        </w:rPr>
        <w:t>il docente</w:t>
      </w:r>
      <w:r w:rsidR="008B580B" w:rsidRPr="00E372E7">
        <w:rPr>
          <w:sz w:val="28"/>
          <w:szCs w:val="28"/>
        </w:rPr>
        <w:t xml:space="preserve"> </w:t>
      </w:r>
      <w:r w:rsidRPr="00E372E7">
        <w:rPr>
          <w:sz w:val="28"/>
          <w:szCs w:val="28"/>
        </w:rPr>
        <w:t>è obbligat</w:t>
      </w:r>
      <w:r w:rsidR="00E372E7" w:rsidRPr="00E372E7">
        <w:rPr>
          <w:sz w:val="28"/>
          <w:szCs w:val="28"/>
        </w:rPr>
        <w:t>o</w:t>
      </w:r>
      <w:r w:rsidRPr="00E372E7">
        <w:rPr>
          <w:sz w:val="28"/>
          <w:szCs w:val="28"/>
        </w:rPr>
        <w:t xml:space="preserve"> </w:t>
      </w:r>
      <w:r w:rsidR="008B580B" w:rsidRPr="00E372E7">
        <w:rPr>
          <w:sz w:val="28"/>
          <w:szCs w:val="28"/>
        </w:rPr>
        <w:t xml:space="preserve">ad </w:t>
      </w:r>
      <w:r w:rsidRPr="00E372E7">
        <w:rPr>
          <w:sz w:val="28"/>
          <w:szCs w:val="28"/>
        </w:rPr>
        <w:t>inviare tramite scansione all’indirizzo</w:t>
      </w:r>
      <w:r w:rsidR="005A08D7">
        <w:rPr>
          <w:sz w:val="28"/>
          <w:szCs w:val="28"/>
        </w:rPr>
        <w:t xml:space="preserve"> mail …………………</w:t>
      </w:r>
      <w:r w:rsidRPr="00E372E7">
        <w:rPr>
          <w:sz w:val="28"/>
          <w:szCs w:val="28"/>
        </w:rPr>
        <w:t xml:space="preserve"> le pagine dei fogli presenze dell</w:t>
      </w:r>
      <w:r w:rsidR="005A08D7">
        <w:rPr>
          <w:sz w:val="28"/>
          <w:szCs w:val="28"/>
        </w:rPr>
        <w:t>’</w:t>
      </w:r>
      <w:r w:rsidRPr="00E372E7">
        <w:rPr>
          <w:sz w:val="28"/>
          <w:szCs w:val="28"/>
        </w:rPr>
        <w:t>a</w:t>
      </w:r>
      <w:r w:rsidR="005A08D7">
        <w:rPr>
          <w:sz w:val="28"/>
          <w:szCs w:val="28"/>
        </w:rPr>
        <w:t>ttività</w:t>
      </w:r>
      <w:r w:rsidRPr="00E372E7">
        <w:rPr>
          <w:sz w:val="28"/>
          <w:szCs w:val="28"/>
        </w:rPr>
        <w:t xml:space="preserve"> svolta. Il mancato invio, </w:t>
      </w:r>
      <w:r w:rsidR="008B580B" w:rsidRPr="00E372E7">
        <w:rPr>
          <w:sz w:val="28"/>
          <w:szCs w:val="28"/>
        </w:rPr>
        <w:t>comport</w:t>
      </w:r>
      <w:r w:rsidR="005A08D7">
        <w:rPr>
          <w:sz w:val="28"/>
          <w:szCs w:val="28"/>
        </w:rPr>
        <w:t>erà</w:t>
      </w:r>
      <w:r w:rsidRPr="00E372E7">
        <w:rPr>
          <w:sz w:val="28"/>
          <w:szCs w:val="28"/>
        </w:rPr>
        <w:t xml:space="preserve"> la mancata registrazione delle </w:t>
      </w:r>
      <w:r w:rsidR="00E372E7" w:rsidRPr="00E372E7">
        <w:rPr>
          <w:sz w:val="28"/>
          <w:szCs w:val="28"/>
        </w:rPr>
        <w:t>docenze del formatore</w:t>
      </w:r>
      <w:r w:rsidRPr="00E372E7">
        <w:rPr>
          <w:sz w:val="28"/>
          <w:szCs w:val="28"/>
        </w:rPr>
        <w:t xml:space="preserve"> nei tempi previsti dal fondo, </w:t>
      </w:r>
      <w:r w:rsidR="008B580B" w:rsidRPr="00E372E7">
        <w:rPr>
          <w:sz w:val="28"/>
          <w:szCs w:val="28"/>
        </w:rPr>
        <w:t xml:space="preserve">con conseguente </w:t>
      </w:r>
      <w:r w:rsidRPr="00E372E7">
        <w:rPr>
          <w:sz w:val="28"/>
          <w:szCs w:val="28"/>
        </w:rPr>
        <w:t xml:space="preserve">mancato riconoscimento delle ore </w:t>
      </w:r>
      <w:r w:rsidR="00E372E7">
        <w:rPr>
          <w:sz w:val="28"/>
          <w:szCs w:val="28"/>
        </w:rPr>
        <w:t xml:space="preserve">di docenza </w:t>
      </w:r>
      <w:r w:rsidRPr="00E372E7">
        <w:rPr>
          <w:sz w:val="28"/>
          <w:szCs w:val="28"/>
        </w:rPr>
        <w:t>svolte</w:t>
      </w:r>
      <w:r w:rsidR="00E372E7">
        <w:rPr>
          <w:sz w:val="28"/>
          <w:szCs w:val="28"/>
        </w:rPr>
        <w:t>.</w:t>
      </w:r>
    </w:p>
    <w:p w14:paraId="0613CDDF" w14:textId="77777777" w:rsidR="00E372E7" w:rsidRDefault="00E372E7" w:rsidP="006D601B">
      <w:pPr>
        <w:spacing w:line="300" w:lineRule="exact"/>
        <w:jc w:val="both"/>
        <w:rPr>
          <w:sz w:val="28"/>
          <w:szCs w:val="28"/>
        </w:rPr>
      </w:pPr>
    </w:p>
    <w:p w14:paraId="40CD9025" w14:textId="77777777" w:rsidR="00411627" w:rsidRDefault="00411627" w:rsidP="006D601B">
      <w:pPr>
        <w:numPr>
          <w:ilvl w:val="0"/>
          <w:numId w:val="8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 foglio presenze </w:t>
      </w:r>
      <w:r w:rsidRPr="008B580B">
        <w:rPr>
          <w:b/>
          <w:bCs/>
          <w:sz w:val="28"/>
          <w:szCs w:val="28"/>
        </w:rPr>
        <w:t>in originale</w:t>
      </w:r>
      <w:r>
        <w:rPr>
          <w:sz w:val="28"/>
          <w:szCs w:val="28"/>
        </w:rPr>
        <w:t xml:space="preserve"> deve essere conservato con cura e riconsegnato al</w:t>
      </w:r>
      <w:r w:rsidR="005A08D7">
        <w:rPr>
          <w:sz w:val="28"/>
          <w:szCs w:val="28"/>
        </w:rPr>
        <w:t xml:space="preserve"> Responsabile di Piano </w:t>
      </w:r>
      <w:r>
        <w:rPr>
          <w:sz w:val="28"/>
          <w:szCs w:val="28"/>
        </w:rPr>
        <w:t xml:space="preserve">completo e compilato correttamente.  </w:t>
      </w:r>
    </w:p>
    <w:p w14:paraId="291FB4C2" w14:textId="77777777" w:rsidR="00411627" w:rsidRDefault="00411627" w:rsidP="006D601B">
      <w:pPr>
        <w:rPr>
          <w:rFonts w:ascii="Verdana" w:hAnsi="Verdana" w:cs="Arial"/>
        </w:rPr>
      </w:pPr>
    </w:p>
    <w:p w14:paraId="40663DBC" w14:textId="77777777" w:rsidR="00411627" w:rsidRDefault="00411627" w:rsidP="00411627">
      <w:pPr>
        <w:rPr>
          <w:rFonts w:ascii="Verdana" w:hAnsi="Verdana" w:cs="Arial"/>
        </w:rPr>
      </w:pPr>
    </w:p>
    <w:p w14:paraId="2D5B252C" w14:textId="77777777" w:rsidR="00411627" w:rsidRPr="00677142" w:rsidRDefault="00411627" w:rsidP="00411627">
      <w:pPr>
        <w:rPr>
          <w:rFonts w:ascii="Verdana" w:hAnsi="Verdana" w:cs="Arial"/>
        </w:rPr>
      </w:pPr>
    </w:p>
    <w:p w14:paraId="1CADD497" w14:textId="77777777" w:rsidR="00411627" w:rsidRPr="00411627" w:rsidRDefault="00411627" w:rsidP="00411627">
      <w:pPr>
        <w:rPr>
          <w:rFonts w:cs="Arial"/>
          <w:sz w:val="20"/>
        </w:rPr>
      </w:pPr>
    </w:p>
    <w:sectPr w:rsidR="00411627" w:rsidRPr="00411627">
      <w:headerReference w:type="default" r:id="rId7"/>
      <w:pgSz w:w="11906" w:h="16838"/>
      <w:pgMar w:top="1843" w:right="1134" w:bottom="1276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054AF" w14:textId="77777777" w:rsidR="0084488E" w:rsidRDefault="0084488E">
      <w:r>
        <w:separator/>
      </w:r>
    </w:p>
  </w:endnote>
  <w:endnote w:type="continuationSeparator" w:id="0">
    <w:p w14:paraId="39465D85" w14:textId="77777777" w:rsidR="0084488E" w:rsidRDefault="00844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ertus Extra Bold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750DA6" w14:textId="77777777" w:rsidR="0084488E" w:rsidRDefault="0084488E">
      <w:r>
        <w:separator/>
      </w:r>
    </w:p>
  </w:footnote>
  <w:footnote w:type="continuationSeparator" w:id="0">
    <w:p w14:paraId="484E01DC" w14:textId="77777777" w:rsidR="0084488E" w:rsidRDefault="00844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29B60" w14:textId="653AC279" w:rsidR="00472F6F" w:rsidRPr="00A94E46" w:rsidRDefault="00A94E46" w:rsidP="00A94E46">
    <w:pPr>
      <w:pStyle w:val="Intestazione"/>
      <w:tabs>
        <w:tab w:val="clear" w:pos="4819"/>
        <w:tab w:val="clear" w:pos="9638"/>
        <w:tab w:val="left" w:pos="5310"/>
      </w:tabs>
    </w:pPr>
    <w:r>
      <w:t xml:space="preserve">                                            </w:t>
    </w:r>
    <w:r w:rsidR="006D7892">
      <w:rPr>
        <w:rFonts w:ascii="Verdana" w:hAnsi="Verdana" w:cs="Arial"/>
        <w:b/>
        <w:bCs/>
        <w:noProof/>
      </w:rPr>
      <w:drawing>
        <wp:inline distT="0" distB="0" distL="0" distR="0" wp14:anchorId="510B18AB" wp14:editId="10C15DDE">
          <wp:extent cx="2362200" cy="10477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B55E6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23715136"/>
    <w:multiLevelType w:val="hybridMultilevel"/>
    <w:tmpl w:val="C470B8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ACE5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5F00FD"/>
    <w:multiLevelType w:val="hybridMultilevel"/>
    <w:tmpl w:val="10EC6D1E"/>
    <w:lvl w:ilvl="0" w:tplc="95DEFAEE">
      <w:start w:val="1"/>
      <w:numFmt w:val="bullet"/>
      <w:lvlText w:val=""/>
      <w:lvlJc w:val="left"/>
      <w:pPr>
        <w:tabs>
          <w:tab w:val="num" w:pos="425"/>
        </w:tabs>
        <w:ind w:left="425" w:hanging="368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1C1CA8"/>
    <w:multiLevelType w:val="singleLevel"/>
    <w:tmpl w:val="71D801F0"/>
    <w:lvl w:ilvl="0"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color w:val="0000F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5C700EEC"/>
    <w:multiLevelType w:val="hybridMultilevel"/>
    <w:tmpl w:val="26BA2B3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D8E633A"/>
    <w:multiLevelType w:val="hybridMultilevel"/>
    <w:tmpl w:val="E21CC7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CB0DD9"/>
    <w:multiLevelType w:val="hybridMultilevel"/>
    <w:tmpl w:val="ED4AE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E0174"/>
    <w:multiLevelType w:val="multilevel"/>
    <w:tmpl w:val="4D88C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3"/>
    <w:lvlOverride w:ilv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7BF"/>
    <w:rsid w:val="00015F9B"/>
    <w:rsid w:val="00026117"/>
    <w:rsid w:val="000702BD"/>
    <w:rsid w:val="00103A94"/>
    <w:rsid w:val="00124765"/>
    <w:rsid w:val="00160FC5"/>
    <w:rsid w:val="00185235"/>
    <w:rsid w:val="0018702D"/>
    <w:rsid w:val="00191D04"/>
    <w:rsid w:val="00194746"/>
    <w:rsid w:val="001C373C"/>
    <w:rsid w:val="001D3E10"/>
    <w:rsid w:val="001F6577"/>
    <w:rsid w:val="00237581"/>
    <w:rsid w:val="002F3AE4"/>
    <w:rsid w:val="00336E37"/>
    <w:rsid w:val="003457BF"/>
    <w:rsid w:val="0034774F"/>
    <w:rsid w:val="003649B3"/>
    <w:rsid w:val="00384EF1"/>
    <w:rsid w:val="00392D54"/>
    <w:rsid w:val="00392D85"/>
    <w:rsid w:val="003E60C5"/>
    <w:rsid w:val="00411627"/>
    <w:rsid w:val="00420452"/>
    <w:rsid w:val="0046376A"/>
    <w:rsid w:val="00471295"/>
    <w:rsid w:val="00472F6F"/>
    <w:rsid w:val="004A0B0F"/>
    <w:rsid w:val="004E739B"/>
    <w:rsid w:val="00504419"/>
    <w:rsid w:val="005206EE"/>
    <w:rsid w:val="00537300"/>
    <w:rsid w:val="005524A5"/>
    <w:rsid w:val="00581048"/>
    <w:rsid w:val="005A08D7"/>
    <w:rsid w:val="005A5AE1"/>
    <w:rsid w:val="00651688"/>
    <w:rsid w:val="00664715"/>
    <w:rsid w:val="00694F3D"/>
    <w:rsid w:val="006C2609"/>
    <w:rsid w:val="006D601B"/>
    <w:rsid w:val="006D7892"/>
    <w:rsid w:val="00722BF1"/>
    <w:rsid w:val="0074499D"/>
    <w:rsid w:val="00754983"/>
    <w:rsid w:val="007B7A91"/>
    <w:rsid w:val="007D2B98"/>
    <w:rsid w:val="007E4C55"/>
    <w:rsid w:val="0084488E"/>
    <w:rsid w:val="0085377B"/>
    <w:rsid w:val="008B580B"/>
    <w:rsid w:val="008B7E7C"/>
    <w:rsid w:val="008E73A9"/>
    <w:rsid w:val="009219D3"/>
    <w:rsid w:val="009545F2"/>
    <w:rsid w:val="00980626"/>
    <w:rsid w:val="00991E5E"/>
    <w:rsid w:val="009A7D4E"/>
    <w:rsid w:val="009D460A"/>
    <w:rsid w:val="00A306FB"/>
    <w:rsid w:val="00A93054"/>
    <w:rsid w:val="00A94E46"/>
    <w:rsid w:val="00AA043D"/>
    <w:rsid w:val="00AD3533"/>
    <w:rsid w:val="00B013E2"/>
    <w:rsid w:val="00B074E2"/>
    <w:rsid w:val="00B25173"/>
    <w:rsid w:val="00B45317"/>
    <w:rsid w:val="00B65DFC"/>
    <w:rsid w:val="00B66C0C"/>
    <w:rsid w:val="00B95ABE"/>
    <w:rsid w:val="00BA7DA9"/>
    <w:rsid w:val="00BB69D6"/>
    <w:rsid w:val="00BF7BDA"/>
    <w:rsid w:val="00C32B24"/>
    <w:rsid w:val="00C47E43"/>
    <w:rsid w:val="00C50E08"/>
    <w:rsid w:val="00CB7361"/>
    <w:rsid w:val="00CD588C"/>
    <w:rsid w:val="00CE0DCB"/>
    <w:rsid w:val="00D11C1F"/>
    <w:rsid w:val="00D643C2"/>
    <w:rsid w:val="00D80E44"/>
    <w:rsid w:val="00DA1D44"/>
    <w:rsid w:val="00DB7448"/>
    <w:rsid w:val="00DD1BE3"/>
    <w:rsid w:val="00E372E7"/>
    <w:rsid w:val="00E402B1"/>
    <w:rsid w:val="00E649C2"/>
    <w:rsid w:val="00EE7286"/>
    <w:rsid w:val="00F029B5"/>
    <w:rsid w:val="00F152C4"/>
    <w:rsid w:val="00F218BC"/>
    <w:rsid w:val="00F256D0"/>
    <w:rsid w:val="00F60538"/>
    <w:rsid w:val="00F67B45"/>
    <w:rsid w:val="00F976F1"/>
    <w:rsid w:val="00FB4DBB"/>
    <w:rsid w:val="00FE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1101BA"/>
  <w15:chartTrackingRefBased/>
  <w15:docId w15:val="{0EB44287-E6A7-4B44-9CFE-10A2F5CA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rFonts w:ascii="Arial" w:hAnsi="Arial"/>
      <w:sz w:val="24"/>
    </w:rPr>
  </w:style>
  <w:style w:type="paragraph" w:styleId="Titolo9">
    <w:name w:val="heading 9"/>
    <w:basedOn w:val="Normale"/>
    <w:next w:val="Normale"/>
    <w:qFormat/>
    <w:rsid w:val="009A7D4E"/>
    <w:pPr>
      <w:keepNext/>
      <w:tabs>
        <w:tab w:val="left" w:pos="360"/>
      </w:tabs>
      <w:spacing w:line="360" w:lineRule="auto"/>
      <w:jc w:val="center"/>
      <w:outlineLvl w:val="8"/>
    </w:pPr>
    <w:rPr>
      <w:rFonts w:ascii="Times New Roman" w:hAnsi="Times New Roman"/>
      <w:b/>
      <w:noProof/>
      <w:sz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Rientrocorpodeltesto3">
    <w:name w:val="Body Text Indent 3"/>
    <w:basedOn w:val="Normale"/>
    <w:pPr>
      <w:ind w:left="1815"/>
      <w:jc w:val="both"/>
    </w:pPr>
    <w:rPr>
      <w:rFonts w:ascii="Times New Roman" w:hAnsi="Times New Roman"/>
    </w:rPr>
  </w:style>
  <w:style w:type="paragraph" w:styleId="Corpotesto">
    <w:name w:val="Body Text"/>
    <w:basedOn w:val="Normale"/>
    <w:pPr>
      <w:jc w:val="both"/>
    </w:pPr>
    <w:rPr>
      <w:rFonts w:ascii="Times New Roman" w:hAnsi="Times New Roman"/>
    </w:rPr>
  </w:style>
  <w:style w:type="paragraph" w:styleId="Titolo">
    <w:name w:val="Title"/>
    <w:basedOn w:val="Normale"/>
    <w:qFormat/>
    <w:pPr>
      <w:ind w:left="708" w:firstLine="708"/>
      <w:jc w:val="center"/>
    </w:pPr>
    <w:rPr>
      <w:b/>
      <w:sz w:val="28"/>
    </w:rPr>
  </w:style>
  <w:style w:type="paragraph" w:styleId="Sottotitolo">
    <w:name w:val="Subtitle"/>
    <w:basedOn w:val="Normale"/>
    <w:qFormat/>
    <w:pPr>
      <w:ind w:left="708" w:firstLine="708"/>
      <w:jc w:val="center"/>
    </w:pPr>
    <w:rPr>
      <w:rFonts w:ascii="Albertus Extra Bold" w:hAnsi="Albertus Extra Bold"/>
      <w:b/>
      <w:outline/>
      <w:sz w:val="4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Corpodeltesto2">
    <w:name w:val="Body Text 2"/>
    <w:basedOn w:val="Normale"/>
    <w:rsid w:val="00BF7BDA"/>
    <w:pPr>
      <w:spacing w:after="120" w:line="480" w:lineRule="auto"/>
    </w:pPr>
  </w:style>
  <w:style w:type="paragraph" w:styleId="Corpodeltesto3">
    <w:name w:val="Body Text 3"/>
    <w:basedOn w:val="Normale"/>
    <w:rsid w:val="00BF7BDA"/>
    <w:pPr>
      <w:spacing w:after="120"/>
    </w:pPr>
    <w:rPr>
      <w:sz w:val="16"/>
      <w:szCs w:val="16"/>
    </w:rPr>
  </w:style>
  <w:style w:type="character" w:styleId="Collegamentoipertestuale">
    <w:name w:val="Hyperlink"/>
    <w:rsid w:val="009545F2"/>
    <w:rPr>
      <w:color w:val="0000FF"/>
      <w:u w:val="single"/>
    </w:rPr>
  </w:style>
  <w:style w:type="paragraph" w:styleId="Testofumetto">
    <w:name w:val="Balloon Text"/>
    <w:basedOn w:val="Normale"/>
    <w:semiHidden/>
    <w:rsid w:val="00420452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locked/>
    <w:rsid w:val="007B7A91"/>
    <w:rPr>
      <w:rFonts w:ascii="Arial" w:hAnsi="Arial"/>
      <w:sz w:val="24"/>
    </w:rPr>
  </w:style>
  <w:style w:type="character" w:styleId="Menzionenonrisolta">
    <w:name w:val="Unresolved Mention"/>
    <w:uiPriority w:val="99"/>
    <w:semiHidden/>
    <w:unhideWhenUsed/>
    <w:rsid w:val="00581048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411627"/>
    <w:pPr>
      <w:ind w:left="720"/>
      <w:contextualSpacing/>
    </w:pPr>
    <w:rPr>
      <w:rFonts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ISO9001\MODELLI\MODVERT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MODVERT</Template>
  <TotalTime>1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FSE [anno]/[cod</vt:lpstr>
    </vt:vector>
  </TitlesOfParts>
  <Company>SEAC Quality first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FSE [anno]/[cod</dc:title>
  <dc:subject/>
  <dc:creator>SEAC Quality first</dc:creator>
  <cp:keywords/>
  <cp:lastModifiedBy>Victor Nunzi</cp:lastModifiedBy>
  <cp:revision>2</cp:revision>
  <cp:lastPrinted>2020-03-09T16:51:00Z</cp:lastPrinted>
  <dcterms:created xsi:type="dcterms:W3CDTF">2020-03-17T08:11:00Z</dcterms:created>
  <dcterms:modified xsi:type="dcterms:W3CDTF">2020-03-17T08:11:00Z</dcterms:modified>
</cp:coreProperties>
</file>